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83"/>
        <w:gridCol w:w="4655"/>
      </w:tblGrid>
      <w:tr w:rsidR="005E5126" w:rsidTr="005E5126">
        <w:trPr>
          <w:trHeight w:val="473"/>
        </w:trPr>
        <w:tc>
          <w:tcPr>
            <w:tcW w:w="5385" w:type="dxa"/>
          </w:tcPr>
          <w:p w:rsidR="005E5126" w:rsidRPr="003D004D" w:rsidRDefault="005E5126">
            <w:proofErr w:type="spellStart"/>
            <w:r w:rsidRPr="003D004D">
              <w:rPr>
                <w:b/>
              </w:rPr>
              <w:t>NAME:</w:t>
            </w:r>
            <w:r w:rsidR="00316E03">
              <w:rPr>
                <w:b/>
              </w:rPr>
              <w:t>calebr</w:t>
            </w:r>
            <w:proofErr w:type="spellEnd"/>
          </w:p>
        </w:tc>
        <w:tc>
          <w:tcPr>
            <w:tcW w:w="5222" w:type="dxa"/>
          </w:tcPr>
          <w:p w:rsidR="005E5126" w:rsidRPr="005E5126" w:rsidRDefault="005E5126" w:rsidP="005E5126">
            <w:pPr>
              <w:rPr>
                <w:b/>
              </w:rPr>
            </w:pPr>
            <w:r>
              <w:rPr>
                <w:b/>
              </w:rPr>
              <w:t xml:space="preserve">WEEK #:  </w:t>
            </w:r>
            <w:r w:rsidR="00316E03">
              <w:rPr>
                <w:b/>
              </w:rPr>
              <w:t>6</w:t>
            </w:r>
          </w:p>
        </w:tc>
      </w:tr>
      <w:tr w:rsidR="003D004D" w:rsidTr="003D004D">
        <w:trPr>
          <w:trHeight w:val="473"/>
        </w:trPr>
        <w:tc>
          <w:tcPr>
            <w:tcW w:w="5380" w:type="dxa"/>
          </w:tcPr>
          <w:p w:rsidR="003D004D" w:rsidRPr="003D004D" w:rsidRDefault="003D004D" w:rsidP="005E5126">
            <w:pPr>
              <w:rPr>
                <w:b/>
              </w:rPr>
            </w:pPr>
            <w:r w:rsidRPr="003D004D">
              <w:rPr>
                <w:b/>
              </w:rPr>
              <w:t xml:space="preserve">Monday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Tuesday </w:t>
            </w:r>
          </w:p>
        </w:tc>
      </w:tr>
      <w:tr w:rsidR="003D004D" w:rsidTr="003D004D">
        <w:trPr>
          <w:trHeight w:val="603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r w:rsidR="00316E03">
              <w:rPr>
                <w:b/>
              </w:rPr>
              <w:t>network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r w:rsidR="00B862D9">
              <w:rPr>
                <w:b/>
              </w:rPr>
              <w:t>Operating System</w:t>
            </w:r>
          </w:p>
        </w:tc>
      </w:tr>
      <w:tr w:rsidR="003D004D" w:rsidTr="003D004D">
        <w:trPr>
          <w:trHeight w:val="4385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  <w:r w:rsidR="00316E03">
              <w:rPr>
                <w:b/>
              </w:rPr>
              <w:t>a group of connected computers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proofErr w:type="spellStart"/>
            <w:r w:rsidRPr="003D004D">
              <w:rPr>
                <w:b/>
              </w:rPr>
              <w:t>Defintion</w:t>
            </w:r>
            <w:proofErr w:type="spellEnd"/>
            <w:r w:rsidRPr="003D004D">
              <w:rPr>
                <w:b/>
              </w:rPr>
              <w:t xml:space="preserve">:  </w:t>
            </w:r>
            <w:r w:rsidR="00B862D9">
              <w:rPr>
                <w:b/>
              </w:rPr>
              <w:t>This is the programming that makes your computer run its most basic funtions</w:t>
            </w:r>
          </w:p>
        </w:tc>
      </w:tr>
      <w:tr w:rsidR="003D004D" w:rsidTr="003D004D">
        <w:trPr>
          <w:trHeight w:val="603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Wednesday 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Thursday  </w:t>
            </w:r>
            <w:r w:rsidR="00142FA8">
              <w:rPr>
                <w:b/>
              </w:rPr>
              <w:t xml:space="preserve">, no </w:t>
            </w:r>
            <w:proofErr w:type="spellStart"/>
            <w:r w:rsidR="00142FA8">
              <w:rPr>
                <w:b/>
              </w:rPr>
              <w:t>shool</w:t>
            </w:r>
            <w:proofErr w:type="spellEnd"/>
            <w:r w:rsidR="00142FA8">
              <w:rPr>
                <w:b/>
              </w:rPr>
              <w:t xml:space="preserve"> </w:t>
            </w:r>
            <w:proofErr w:type="spellStart"/>
            <w:r w:rsidR="00142FA8">
              <w:rPr>
                <w:b/>
              </w:rPr>
              <w:t>friday</w:t>
            </w:r>
            <w:proofErr w:type="spellEnd"/>
          </w:p>
        </w:tc>
      </w:tr>
      <w:tr w:rsidR="003D004D" w:rsidTr="003D004D">
        <w:trPr>
          <w:trHeight w:val="733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r w:rsidR="0058449C">
              <w:rPr>
                <w:b/>
              </w:rPr>
              <w:t>ram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</w:p>
        </w:tc>
      </w:tr>
      <w:tr w:rsidR="003D004D" w:rsidTr="003D004D">
        <w:trPr>
          <w:trHeight w:val="3977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  <w:r w:rsidR="0058449C">
              <w:rPr>
                <w:b/>
              </w:rPr>
              <w:t>random access Memory. Readable and write able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</w:p>
        </w:tc>
      </w:tr>
      <w:tr w:rsidR="003D004D" w:rsidTr="003D004D">
        <w:trPr>
          <w:trHeight w:val="2429"/>
        </w:trPr>
        <w:tc>
          <w:tcPr>
            <w:tcW w:w="10607" w:type="dxa"/>
            <w:gridSpan w:val="2"/>
          </w:tcPr>
          <w:p w:rsidR="003D004D" w:rsidRPr="003D004D" w:rsidRDefault="003C456B">
            <w:pPr>
              <w:rPr>
                <w:b/>
              </w:rPr>
            </w:pPr>
            <w:r>
              <w:rPr>
                <w:b/>
              </w:rPr>
              <w:lastRenderedPageBreak/>
              <w:t>Reflection</w:t>
            </w:r>
            <w:r w:rsidR="00F02725">
              <w:rPr>
                <w:b/>
              </w:rPr>
              <w:t>:</w:t>
            </w:r>
            <w:r w:rsidR="00142FA8">
              <w:rPr>
                <w:b/>
              </w:rPr>
              <w:t xml:space="preserve"> I like that we don’t have school friday</w:t>
            </w:r>
          </w:p>
        </w:tc>
      </w:tr>
    </w:tbl>
    <w:p w:rsidR="00A36B4B" w:rsidRDefault="00A36B4B"/>
    <w:sectPr w:rsidR="00A36B4B" w:rsidSect="005E51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/>
  <w:rsids>
    <w:rsidRoot w:val="00316E03"/>
    <w:rsid w:val="00142FA8"/>
    <w:rsid w:val="00316E03"/>
    <w:rsid w:val="0039291A"/>
    <w:rsid w:val="003A37C7"/>
    <w:rsid w:val="003B223B"/>
    <w:rsid w:val="003C456B"/>
    <w:rsid w:val="003D004D"/>
    <w:rsid w:val="00480FC9"/>
    <w:rsid w:val="004F7C77"/>
    <w:rsid w:val="0058449C"/>
    <w:rsid w:val="005B68BB"/>
    <w:rsid w:val="005E5126"/>
    <w:rsid w:val="00830AA8"/>
    <w:rsid w:val="00957C43"/>
    <w:rsid w:val="00A36B4B"/>
    <w:rsid w:val="00B3692D"/>
    <w:rsid w:val="00B862D9"/>
    <w:rsid w:val="00D21F89"/>
    <w:rsid w:val="00E8780A"/>
    <w:rsid w:val="00F02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B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intelmacserver\HomesMZ2\StudentsMZ\18rasmuc\6th%20Tech\vocab%20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vocab sheet</Template>
  <TotalTime>6</TotalTime>
  <Pages>2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18rassmc</dc:creator>
  <cp:keywords/>
  <dc:description/>
  <cp:lastModifiedBy>18rassmc</cp:lastModifiedBy>
  <cp:revision>4</cp:revision>
  <dcterms:created xsi:type="dcterms:W3CDTF">2012-02-06T18:07:00Z</dcterms:created>
  <dcterms:modified xsi:type="dcterms:W3CDTF">2012-02-09T18:09:00Z</dcterms:modified>
</cp:coreProperties>
</file>